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450455"/>
            <wp:effectExtent l="0" t="0" r="8255" b="17145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/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450455"/>
            <wp:effectExtent l="0" t="0" r="8255" b="17145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5"/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4B0E87"/>
    <w:rsid w:val="5A4B0E8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2018-08-13T09:32:00Z</dcterms:created>
  <dc:creator>123</dc:creator>
  <cp:lastModifiedBy>123</cp:lastModifiedBy>
  <dcterms:modified xsi:type="dcterms:W3CDTF">2018-08-13T09:34:03Z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