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7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22849"/>
    <w:rsid w:val="1EA2284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2018-08-16T01:58:00Z</dcterms:created>
  <dc:creator>123</dc:creator>
  <cp:lastModifiedBy>123</cp:lastModifiedBy>
  <dcterms:modified xsi:type="dcterms:W3CDTF">2018-08-16T02:02:38Z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